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2"/>
        <w:gridCol w:w="1532"/>
        <w:gridCol w:w="1532"/>
        <w:gridCol w:w="1532"/>
        <w:gridCol w:w="1532"/>
        <w:gridCol w:w="1532"/>
        <w:gridCol w:w="1532"/>
      </w:tblGrid>
      <w:tr w:rsidR="002A6EA7">
        <w:trPr>
          <w:cantSplit/>
          <w:trHeight w:val="5561"/>
        </w:trPr>
        <w:tc>
          <w:tcPr>
            <w:tcW w:w="10724" w:type="dxa"/>
            <w:gridSpan w:val="7"/>
            <w:vAlign w:val="center"/>
          </w:tcPr>
          <w:p w:rsidR="002A6EA7" w:rsidRDefault="002A6EA7">
            <w:pPr>
              <w:jc w:val="center"/>
            </w:pPr>
          </w:p>
        </w:tc>
      </w:tr>
      <w:tr w:rsidR="002A6EA7">
        <w:trPr>
          <w:cantSplit/>
          <w:trHeight w:val="719"/>
        </w:trPr>
        <w:tc>
          <w:tcPr>
            <w:tcW w:w="10724" w:type="dxa"/>
            <w:gridSpan w:val="7"/>
            <w:tcBorders>
              <w:bottom w:val="nil"/>
            </w:tcBorders>
            <w:vAlign w:val="center"/>
          </w:tcPr>
          <w:p w:rsidR="002A6EA7" w:rsidRDefault="00BE1CE4">
            <w:pPr>
              <w:pStyle w:val="Heading1"/>
            </w:pPr>
            <w:r>
              <w:t>Title</w:t>
            </w:r>
          </w:p>
        </w:tc>
      </w:tr>
      <w:tr w:rsidR="002A6EA7">
        <w:tc>
          <w:tcPr>
            <w:tcW w:w="1532" w:type="dxa"/>
            <w:shd w:val="pct50" w:color="auto" w:fill="FFFFFF"/>
            <w:vAlign w:val="center"/>
          </w:tcPr>
          <w:p w:rsidR="002A6EA7" w:rsidRDefault="0059765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Sunday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2A6EA7" w:rsidRDefault="0059765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Monday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2A6EA7" w:rsidRDefault="0059765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Tuesday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2A6EA7" w:rsidRDefault="0059765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Wednesday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2A6EA7" w:rsidRDefault="0059765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Thursday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2A6EA7" w:rsidRDefault="0059765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Friday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2A6EA7" w:rsidRDefault="0059765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Saturday</w:t>
            </w:r>
          </w:p>
        </w:tc>
      </w:tr>
      <w:tr w:rsidR="002A6EA7">
        <w:trPr>
          <w:trHeight w:val="1406"/>
        </w:trPr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</w:tr>
      <w:tr w:rsidR="002A6EA7">
        <w:trPr>
          <w:trHeight w:val="1407"/>
        </w:trPr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</w:tr>
      <w:tr w:rsidR="002A6EA7">
        <w:trPr>
          <w:trHeight w:val="1406"/>
        </w:trPr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</w:tr>
      <w:tr w:rsidR="002A6EA7">
        <w:trPr>
          <w:trHeight w:val="1407"/>
        </w:trPr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</w:tr>
      <w:tr w:rsidR="002A6EA7">
        <w:trPr>
          <w:trHeight w:val="1407"/>
        </w:trPr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  <w:tc>
          <w:tcPr>
            <w:tcW w:w="1532" w:type="dxa"/>
          </w:tcPr>
          <w:p w:rsidR="002A6EA7" w:rsidRDefault="002A6EA7"/>
        </w:tc>
      </w:tr>
    </w:tbl>
    <w:p w:rsidR="002A6EA7" w:rsidRDefault="002A6EA7">
      <w:pPr>
        <w:rPr>
          <w:rFonts w:ascii="Myriad Roman" w:hAnsi="Myriad Roman"/>
          <w:b/>
          <w:spacing w:val="-6"/>
          <w:sz w:val="16"/>
        </w:rPr>
      </w:pPr>
    </w:p>
    <w:p w:rsidR="002A6EA7" w:rsidRDefault="002A6EA7">
      <w:pPr>
        <w:jc w:val="center"/>
      </w:pPr>
    </w:p>
    <w:sectPr w:rsidR="002A6EA7" w:rsidSect="002A6EA7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E1CE4"/>
    <w:rsid w:val="002A6EA7"/>
    <w:rsid w:val="00597652"/>
    <w:rsid w:val="00BE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EA7"/>
    <w:rPr>
      <w:rFonts w:ascii="Arial" w:hAnsi="Arial"/>
    </w:rPr>
  </w:style>
  <w:style w:type="paragraph" w:styleId="Heading1">
    <w:name w:val="heading 1"/>
    <w:basedOn w:val="Normal"/>
    <w:next w:val="Normal"/>
    <w:qFormat/>
    <w:rsid w:val="002A6EA7"/>
    <w:pPr>
      <w:keepNext/>
      <w:jc w:val="center"/>
      <w:outlineLvl w:val="0"/>
    </w:pPr>
    <w:rPr>
      <w:b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C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C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foneill\Application%20Data\Microsoft\Templates\EdWorld_Cal_Augu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820CB56-7674-452B-92EE-C26F734B79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EdWorld_Cal_August</Template>
  <TotalTime>1</TotalTime>
  <Pages>1</Pages>
  <Words>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 of JANUARY</vt:lpstr>
    </vt:vector>
  </TitlesOfParts>
  <Company/>
  <LinksUpToDate>false</LinksUpToDate>
  <CharactersWithSpaces>108</CharactersWithSpaces>
  <SharedDoc>false</SharedDoc>
  <HLinks>
    <vt:vector size="6" baseType="variant">
      <vt:variant>
        <vt:i4>3276897</vt:i4>
      </vt:variant>
      <vt:variant>
        <vt:i4>1024</vt:i4>
      </vt:variant>
      <vt:variant>
        <vt:i4>1025</vt:i4>
      </vt:variant>
      <vt:variant>
        <vt:i4>1</vt:i4>
      </vt:variant>
      <vt:variant>
        <vt:lpwstr>AUG.gif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FONeill</dc:creator>
  <cp:keywords/>
  <dc:description/>
  <cp:lastModifiedBy>FONeill</cp:lastModifiedBy>
  <cp:revision>1</cp:revision>
  <dcterms:created xsi:type="dcterms:W3CDTF">2011-03-22T19:25:00Z</dcterms:created>
  <dcterms:modified xsi:type="dcterms:W3CDTF">2011-03-22T19:26:00Z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TC018756049991</vt:lpwstr>
  </property>
</Properties>
</file>